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F0179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66B53">
        <w:rPr>
          <w:rFonts w:asciiTheme="minorHAnsi" w:hAnsiTheme="minorHAnsi" w:cs="Arial"/>
          <w:b/>
          <w:i/>
        </w:rPr>
        <w:t>5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4D20563F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0C30F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69CC70FC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CA6BA5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0C30F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1,   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2058" w14:textId="77777777" w:rsidR="00102C7F" w:rsidRDefault="00102C7F">
      <w:r>
        <w:separator/>
      </w:r>
    </w:p>
  </w:endnote>
  <w:endnote w:type="continuationSeparator" w:id="0">
    <w:p w14:paraId="0B6EE92E" w14:textId="77777777" w:rsidR="00102C7F" w:rsidRDefault="0010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02DE9" w14:textId="77777777" w:rsidR="00102C7F" w:rsidRDefault="00102C7F">
      <w:r>
        <w:separator/>
      </w:r>
    </w:p>
  </w:footnote>
  <w:footnote w:type="continuationSeparator" w:id="0">
    <w:p w14:paraId="3F42A1E6" w14:textId="77777777" w:rsidR="00102C7F" w:rsidRDefault="00102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7"/>
  </w:num>
  <w:num w:numId="4" w16cid:durableId="102462951">
    <w:abstractNumId w:val="4"/>
  </w:num>
  <w:num w:numId="5" w16cid:durableId="1127702771">
    <w:abstractNumId w:val="8"/>
  </w:num>
  <w:num w:numId="6" w16cid:durableId="88502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0F8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2C7F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86CD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90A02"/>
    <w:rsid w:val="002966A5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413"/>
    <w:rsid w:val="00350E57"/>
    <w:rsid w:val="0035482A"/>
    <w:rsid w:val="003619F2"/>
    <w:rsid w:val="00363075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447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299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2B0E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E6CF0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102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052DA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16E8F"/>
    <w:rsid w:val="00B21685"/>
    <w:rsid w:val="00B25727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0790"/>
    <w:rsid w:val="00BC363C"/>
    <w:rsid w:val="00BC4D97"/>
    <w:rsid w:val="00BC4F8E"/>
    <w:rsid w:val="00BD0D33"/>
    <w:rsid w:val="00BD197B"/>
    <w:rsid w:val="00BD19CB"/>
    <w:rsid w:val="00BE6B4B"/>
    <w:rsid w:val="00BE78C6"/>
    <w:rsid w:val="00BF2830"/>
    <w:rsid w:val="00BF5012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A6BA5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5E6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15336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AC1"/>
    <w:rsid w:val="00FC0E61"/>
    <w:rsid w:val="00FC4DC0"/>
    <w:rsid w:val="00FC4EFF"/>
    <w:rsid w:val="00FC5821"/>
    <w:rsid w:val="00FE4BD8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2025-08-08T08:43:00Z</dcterms:created>
  <dcterms:modified xsi:type="dcterms:W3CDTF">2025-08-08T08:43:00Z</dcterms:modified>
</cp:coreProperties>
</file>